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E1E2B" w14:textId="28CA5F2C" w:rsidR="00C71D2A" w:rsidRDefault="000F59A7" w:rsidP="00912661">
      <w:pPr>
        <w:spacing w:after="0"/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76B1D6ED" wp14:editId="0F4D055E">
                <wp:simplePos x="0" y="0"/>
                <wp:positionH relativeFrom="column">
                  <wp:posOffset>533400</wp:posOffset>
                </wp:positionH>
                <wp:positionV relativeFrom="paragraph">
                  <wp:posOffset>421640</wp:posOffset>
                </wp:positionV>
                <wp:extent cx="3827418" cy="2232660"/>
                <wp:effectExtent l="0" t="0" r="1905" b="0"/>
                <wp:wrapNone/>
                <wp:docPr id="1081363856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rgbClr val="B2B2B2"/>
                        </a:solidFill>
                      </wpc:bg>
                      <wpc:whole/>
                      <wps:wsp>
                        <wps:cNvPr id="1131042426" name="Star: 5 Points 1131042426"/>
                        <wps:cNvSpPr/>
                        <wps:spPr>
                          <a:xfrm>
                            <a:off x="1234440" y="518160"/>
                            <a:ext cx="1363980" cy="1135380"/>
                          </a:xfrm>
                          <a:prstGeom prst="star5">
                            <a:avLst>
                              <a:gd name="adj" fmla="val 11206"/>
                              <a:gd name="hf" fmla="val 105146"/>
                              <a:gd name="vf" fmla="val 110557"/>
                            </a:avLst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>
                            <a:glow rad="203200">
                              <a:srgbClr val="FFFF00">
                                <a:alpha val="90000"/>
                              </a:srgbClr>
                            </a:glow>
                          </a:effectLst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6DD448" id="Canvas 1" o:spid="_x0000_s1026" editas="canvas" style="position:absolute;margin-left:42pt;margin-top:33.2pt;width:301.35pt;height:175.8pt;z-index:251659264;mso-width-relative:margin;mso-height-relative:margin" coordsize="38271,22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8271;height:22326;visibility:visible;mso-wrap-style:square" filled="t" fillcolor="#b2b2b2">
                  <v:fill o:detectmouseclick="t"/>
                  <v:path o:connecttype="none"/>
                </v:shape>
                <v:shape id="Star: 5 Points 1131042426" o:spid="_x0000_s1028" style="position:absolute;left:12344;top:5181;width:13640;height:11354;visibility:visible;mso-wrap-style:square;v-text-anchor:middle" coordsize="1363980,1135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" path="m1,433675r587524,80148l681990,r94465,513823l1363979,433675,834837,671088r268645,464289l681990,768283,260498,1135377,529143,671088,1,433675xe" fillcolor="#ffc000" stroked="f" strokeweight="2pt">
                  <v:path arrowok="t" o:connecttype="custom" o:connectlocs="1,433675;587525,513823;681990,0;776455,513823;1363979,433675;834837,671088;1103482,1135377;681990,768283;260498,1135377;529143,671088;1,433675" o:connectangles="0,0,0,0,0,0,0,0,0,0,0"/>
                </v:shape>
              </v:group>
            </w:pict>
          </mc:Fallback>
        </mc:AlternateContent>
      </w:r>
    </w:p>
    <w:sectPr w:rsidR="00C71D2A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A7"/>
    <w:rsid w:val="000C1ECD"/>
    <w:rsid w:val="000F59A7"/>
    <w:rsid w:val="002B63F0"/>
    <w:rsid w:val="003142B3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B620D"/>
    <w:rsid w:val="00BD6080"/>
    <w:rsid w:val="00C26373"/>
    <w:rsid w:val="00C71D2A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CE0D39"/>
  <w14:discardImageEditingData/>
  <w14:defaultImageDpi w14:val="32767"/>
  <w15:chartTrackingRefBased/>
  <w15:docId w15:val="{711B7D13-913A-48A7-A96E-8F26F45F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2023-11-10T13:44:00Z</dcterms:created>
  <dcterms:modified xsi:type="dcterms:W3CDTF">2023-11-10T13:51:00Z</dcterms:modified>
</cp:coreProperties>
</file>